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530A2756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515C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F515CD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F515CD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F515CD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F515CD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F515CD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F515CD">
        <w:rPr>
          <w:highlight w:val="green"/>
        </w:rPr>
        <w:t>]</w:t>
      </w:r>
    </w:p>
    <w:p w14:paraId="07990C02" w14:textId="7C16198F" w:rsidR="000C4CBF" w:rsidRDefault="00A035EA" w:rsidP="00544BE8">
      <w:pPr>
        <w:rPr>
          <w:lang w:eastAsia="cs-CZ"/>
        </w:rPr>
      </w:pPr>
      <w:r w:rsidRPr="00F515CD">
        <w:rPr>
          <w:rStyle w:val="tun"/>
          <w:rFonts w:eastAsiaTheme="minorHAnsi"/>
          <w:b w:val="0"/>
          <w:bCs/>
        </w:rPr>
        <w:t>který</w:t>
      </w:r>
      <w:r w:rsidRPr="00F515CD">
        <w:rPr>
          <w:lang w:eastAsia="cs-CZ"/>
        </w:rPr>
        <w:t xml:space="preserve"> podává nabídku na </w:t>
      </w:r>
      <w:r w:rsidR="001708F9" w:rsidRPr="00F515CD">
        <w:rPr>
          <w:lang w:eastAsia="cs-CZ"/>
        </w:rPr>
        <w:t>na</w:t>
      </w:r>
      <w:r w:rsidR="006D392E" w:rsidRPr="00F515CD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F515CD">
        <w:rPr>
          <w:lang w:eastAsia="cs-CZ"/>
        </w:rPr>
        <w:t>„</w:t>
      </w:r>
      <w:bookmarkEnd w:id="0"/>
      <w:r w:rsidR="00F515CD" w:rsidRPr="00F515CD">
        <w:t>DWDM propoj pro</w:t>
      </w:r>
      <w:r w:rsidR="00F515CD" w:rsidRPr="00EF155E">
        <w:t xml:space="preserve"> Novou DMZ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F515CD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F515CD">
        <w:rPr>
          <w:highlight w:val="green"/>
        </w:rPr>
        <w:t>]</w:t>
      </w:r>
      <w:r>
        <w:t xml:space="preserve"> dne </w:t>
      </w:r>
      <w:r w:rsidR="00F83CEA" w:rsidRPr="00F515CD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F515CD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20703" w14:textId="77777777" w:rsidR="00C031F4" w:rsidRDefault="00C031F4" w:rsidP="00962258">
      <w:pPr>
        <w:spacing w:after="0" w:line="240" w:lineRule="auto"/>
      </w:pPr>
      <w:r>
        <w:separator/>
      </w:r>
    </w:p>
  </w:endnote>
  <w:endnote w:type="continuationSeparator" w:id="0">
    <w:p w14:paraId="4D350C28" w14:textId="77777777" w:rsidR="00C031F4" w:rsidRDefault="00C031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D10220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2E56E2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D0A8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93E02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FA223" w14:textId="77777777" w:rsidR="00C031F4" w:rsidRDefault="00C031F4" w:rsidP="00962258">
      <w:pPr>
        <w:spacing w:after="0" w:line="240" w:lineRule="auto"/>
      </w:pPr>
      <w:r>
        <w:separator/>
      </w:r>
    </w:p>
  </w:footnote>
  <w:footnote w:type="continuationSeparator" w:id="0">
    <w:p w14:paraId="113B15C5" w14:textId="77777777" w:rsidR="00C031F4" w:rsidRDefault="00C031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203C7" w14:textId="0119C98F" w:rsidR="00F515CD" w:rsidRDefault="00F515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4C5557E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010F8B08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B080C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33CCB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37812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1F4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EE6E5E"/>
    <w:rsid w:val="00F0533E"/>
    <w:rsid w:val="00F1048D"/>
    <w:rsid w:val="00F12DEC"/>
    <w:rsid w:val="00F1715C"/>
    <w:rsid w:val="00F310F8"/>
    <w:rsid w:val="00F324E3"/>
    <w:rsid w:val="00F35939"/>
    <w:rsid w:val="00F42995"/>
    <w:rsid w:val="00F45607"/>
    <w:rsid w:val="00F515CD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0CF77E-77A2-4933-9C40-9E06D5F9A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52</TotalTime>
  <Pages>1</Pages>
  <Words>137</Words>
  <Characters>827</Characters>
  <Application>Microsoft Office Word</Application>
  <DocSecurity>0</DocSecurity>
  <Lines>19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14</cp:revision>
  <cp:lastPrinted>2026-01-21T10:15:00Z</cp:lastPrinted>
  <dcterms:created xsi:type="dcterms:W3CDTF">2020-04-06T09:01:00Z</dcterms:created>
  <dcterms:modified xsi:type="dcterms:W3CDTF">2026-01-21T10:16:00Z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